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BBFBA" w14:textId="77777777" w:rsidR="009F1217" w:rsidRDefault="009F1217" w:rsidP="003F3B5A">
      <w:pPr>
        <w:tabs>
          <w:tab w:val="left" w:pos="6237"/>
        </w:tabs>
        <w:spacing w:after="0" w:line="240" w:lineRule="auto"/>
        <w:rPr>
          <w:rFonts w:ascii="Garamond" w:hAnsi="Garamond"/>
          <w:i/>
          <w:sz w:val="24"/>
          <w:szCs w:val="24"/>
        </w:rPr>
      </w:pPr>
    </w:p>
    <w:p w14:paraId="5F3BBFBB" w14:textId="40CA4613" w:rsidR="00C16A85" w:rsidRDefault="00C16A85" w:rsidP="24457A70">
      <w:pPr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  <w:lang w:val="en-US"/>
        </w:rPr>
      </w:pPr>
      <w:r w:rsidRPr="24457A70">
        <w:rPr>
          <w:rFonts w:ascii="Times New Roman" w:hAnsi="Times New Roman"/>
          <w:i/>
          <w:iCs/>
          <w:sz w:val="24"/>
          <w:szCs w:val="24"/>
          <w:lang w:val="en-US"/>
        </w:rPr>
        <w:t xml:space="preserve"> S</w:t>
      </w:r>
      <w:r w:rsidR="00DC33EF" w:rsidRPr="24457A70">
        <w:rPr>
          <w:rFonts w:ascii="Times New Roman" w:hAnsi="Times New Roman"/>
          <w:i/>
          <w:iCs/>
          <w:sz w:val="24"/>
          <w:szCs w:val="24"/>
          <w:lang w:val="en-US"/>
        </w:rPr>
        <w:t xml:space="preserve">tandard report </w:t>
      </w:r>
      <w:r w:rsidRPr="24457A70">
        <w:rPr>
          <w:rFonts w:ascii="Times New Roman" w:hAnsi="Times New Roman"/>
          <w:i/>
          <w:iCs/>
          <w:sz w:val="24"/>
          <w:szCs w:val="24"/>
          <w:lang w:val="en-US"/>
        </w:rPr>
        <w:t>–</w:t>
      </w:r>
      <w:r w:rsidR="00DC33EF" w:rsidRPr="24457A70">
        <w:rPr>
          <w:rFonts w:ascii="Times New Roman" w:hAnsi="Times New Roman"/>
          <w:i/>
          <w:iCs/>
          <w:sz w:val="24"/>
          <w:szCs w:val="24"/>
          <w:lang w:val="en-US"/>
        </w:rPr>
        <w:t xml:space="preserve"> Appendix</w:t>
      </w:r>
    </w:p>
    <w:p w14:paraId="5F3BBFBC" w14:textId="77777777" w:rsidR="00DC33EF" w:rsidRDefault="00DC33EF" w:rsidP="00C16A85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Online Casino</w:t>
      </w:r>
    </w:p>
    <w:p w14:paraId="5F3BBFBD" w14:textId="60ECD530" w:rsidR="00DC33EF" w:rsidRDefault="00DC33EF" w:rsidP="00C16A85">
      <w:pPr>
        <w:jc w:val="right"/>
        <w:rPr>
          <w:rFonts w:ascii="Times New Roman" w:hAnsi="Times New Roman"/>
          <w:b/>
          <w:sz w:val="20"/>
          <w:szCs w:val="20"/>
          <w:lang w:val="en-US"/>
        </w:rPr>
      </w:pPr>
      <w:r>
        <w:rPr>
          <w:rFonts w:ascii="Times New Roman" w:hAnsi="Times New Roman"/>
          <w:b/>
          <w:sz w:val="20"/>
          <w:szCs w:val="20"/>
          <w:lang w:val="en-US"/>
        </w:rPr>
        <w:t>Testing standards - SCP.01.</w:t>
      </w:r>
      <w:proofErr w:type="gramStart"/>
      <w:r>
        <w:rPr>
          <w:rFonts w:ascii="Times New Roman" w:hAnsi="Times New Roman"/>
          <w:b/>
          <w:sz w:val="20"/>
          <w:szCs w:val="20"/>
          <w:lang w:val="en-US"/>
        </w:rPr>
        <w:t>03.EN</w:t>
      </w:r>
      <w:proofErr w:type="gramEnd"/>
    </w:p>
    <w:p w14:paraId="5F3BBFBE" w14:textId="77777777" w:rsidR="00DC33EF" w:rsidRDefault="00DC33EF" w:rsidP="00DC33EF">
      <w:pPr>
        <w:rPr>
          <w:rFonts w:ascii="Times New Roman" w:hAnsi="Times New Roman"/>
          <w:b/>
          <w:sz w:val="20"/>
          <w:szCs w:val="20"/>
          <w:lang w:val="en-US"/>
        </w:rPr>
      </w:pPr>
    </w:p>
    <w:p w14:paraId="5F3BBFBF" w14:textId="77777777" w:rsidR="00DC33EF" w:rsidRDefault="00DC33EF" w:rsidP="00DC33EF">
      <w:pPr>
        <w:pBdr>
          <w:bottom w:val="single" w:sz="18" w:space="1" w:color="auto"/>
        </w:pBd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Appendix to </w:t>
      </w:r>
      <w:r w:rsidR="00C16A85">
        <w:rPr>
          <w:rFonts w:ascii="Times New Roman" w:hAnsi="Times New Roman"/>
          <w:sz w:val="24"/>
          <w:szCs w:val="24"/>
          <w:lang w:val="en-US"/>
        </w:rPr>
        <w:t>s</w:t>
      </w:r>
      <w:r>
        <w:rPr>
          <w:rFonts w:ascii="Times New Roman" w:hAnsi="Times New Roman"/>
          <w:sz w:val="24"/>
          <w:szCs w:val="24"/>
          <w:lang w:val="en-US"/>
        </w:rPr>
        <w:t>tandard report for testing standards for online casino</w:t>
      </w:r>
    </w:p>
    <w:tbl>
      <w:tblPr>
        <w:tblStyle w:val="Tabel-Gitter1"/>
        <w:tblW w:w="0" w:type="auto"/>
        <w:tblInd w:w="108" w:type="dxa"/>
        <w:tblLook w:val="04A0" w:firstRow="1" w:lastRow="0" w:firstColumn="1" w:lastColumn="0" w:noHBand="0" w:noVBand="1"/>
      </w:tblPr>
      <w:tblGrid>
        <w:gridCol w:w="1125"/>
        <w:gridCol w:w="1543"/>
        <w:gridCol w:w="6852"/>
      </w:tblGrid>
      <w:tr w:rsidR="003F3B5A" w:rsidRPr="003F3B5A" w14:paraId="5F3BBFC3" w14:textId="77777777" w:rsidTr="004C1189">
        <w:tc>
          <w:tcPr>
            <w:tcW w:w="1134" w:type="dxa"/>
          </w:tcPr>
          <w:p w14:paraId="5F3BBFC0" w14:textId="77777777" w:rsidR="003F3B5A" w:rsidRPr="003F3B5A" w:rsidRDefault="003D3AD2" w:rsidP="003F3B5A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  <w:b/>
                <w:sz w:val="24"/>
                <w:szCs w:val="24"/>
              </w:rPr>
              <w:t>Req</w:t>
            </w:r>
            <w:proofErr w:type="spellEnd"/>
            <w:r>
              <w:rPr>
                <w:rFonts w:ascii="Garamond" w:hAnsi="Garamond"/>
                <w:b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14:paraId="5F3BBFC1" w14:textId="77777777" w:rsidR="003F3B5A" w:rsidRPr="003F3B5A" w:rsidRDefault="003D3AD2" w:rsidP="003D3AD2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  <w:b/>
                <w:sz w:val="24"/>
                <w:szCs w:val="24"/>
              </w:rPr>
              <w:t>Req</w:t>
            </w:r>
            <w:proofErr w:type="spellEnd"/>
            <w:r>
              <w:rPr>
                <w:rFonts w:ascii="Garamond" w:hAnsi="Garamond"/>
                <w:b/>
                <w:sz w:val="24"/>
                <w:szCs w:val="24"/>
              </w:rPr>
              <w:t>.</w:t>
            </w:r>
            <w:r w:rsidR="003F3B5A" w:rsidRPr="003F3B5A">
              <w:rPr>
                <w:rFonts w:ascii="Garamond" w:hAnsi="Garamond"/>
                <w:b/>
                <w:sz w:val="24"/>
                <w:szCs w:val="24"/>
              </w:rPr>
              <w:t xml:space="preserve"> status</w:t>
            </w:r>
          </w:p>
        </w:tc>
        <w:tc>
          <w:tcPr>
            <w:tcW w:w="6976" w:type="dxa"/>
          </w:tcPr>
          <w:p w14:paraId="5F3BBFC2" w14:textId="77777777" w:rsidR="003F3B5A" w:rsidRPr="003F3B5A" w:rsidRDefault="003D3AD2" w:rsidP="003D3AD2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  <w:b/>
                <w:sz w:val="24"/>
                <w:szCs w:val="24"/>
              </w:rPr>
              <w:t>Comments</w:t>
            </w:r>
            <w:proofErr w:type="spellEnd"/>
          </w:p>
        </w:tc>
      </w:tr>
      <w:tr w:rsidR="003F3B5A" w:rsidRPr="003F3B5A" w14:paraId="5F3BBFC8" w14:textId="77777777" w:rsidTr="004C1189">
        <w:tc>
          <w:tcPr>
            <w:tcW w:w="1134" w:type="dxa"/>
          </w:tcPr>
          <w:p w14:paraId="5F3BBFC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5F3BBFC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3BBFC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5F3BBFC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5F3BBFCD" w14:textId="77777777" w:rsidTr="004C1189">
        <w:tc>
          <w:tcPr>
            <w:tcW w:w="1134" w:type="dxa"/>
          </w:tcPr>
          <w:p w14:paraId="5F3BBFC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5F3BBFC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3BBFC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5F3BBFC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5F3BBFD2" w14:textId="77777777" w:rsidTr="004C1189">
        <w:tc>
          <w:tcPr>
            <w:tcW w:w="1134" w:type="dxa"/>
          </w:tcPr>
          <w:p w14:paraId="5F3BBFC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5F3BBFC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3BBFD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5F3BBFD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5F3BBFD7" w14:textId="77777777" w:rsidTr="004C1189">
        <w:tc>
          <w:tcPr>
            <w:tcW w:w="1134" w:type="dxa"/>
          </w:tcPr>
          <w:p w14:paraId="5F3BBFD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5F3BBFD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3BBFD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5F3BBFD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5F3BBFDC" w14:textId="77777777" w:rsidTr="004C1189">
        <w:tc>
          <w:tcPr>
            <w:tcW w:w="1134" w:type="dxa"/>
          </w:tcPr>
          <w:p w14:paraId="5F3BBFD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5F3BBFD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3BBFD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5F3BBFD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5F3BBFE1" w14:textId="77777777" w:rsidTr="004C1189">
        <w:tc>
          <w:tcPr>
            <w:tcW w:w="1134" w:type="dxa"/>
          </w:tcPr>
          <w:p w14:paraId="5F3BBFD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5F3BBFD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3BBFD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5F3BBFE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5F3BBFE6" w14:textId="77777777" w:rsidTr="004C1189">
        <w:tc>
          <w:tcPr>
            <w:tcW w:w="1134" w:type="dxa"/>
          </w:tcPr>
          <w:p w14:paraId="5F3BBFE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5F3BBFE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3BBFE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5F3BBFE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5F3BBFEB" w14:textId="77777777" w:rsidTr="004C1189">
        <w:tc>
          <w:tcPr>
            <w:tcW w:w="1134" w:type="dxa"/>
          </w:tcPr>
          <w:p w14:paraId="5F3BBFE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5F3BBFE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3BBFE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5F3BBFE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5F3BBFF1" w14:textId="77777777" w:rsidTr="004C1189">
        <w:tc>
          <w:tcPr>
            <w:tcW w:w="1134" w:type="dxa"/>
          </w:tcPr>
          <w:p w14:paraId="5F3BBFE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5F3BBFE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3BBFE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5F3BBFE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5F3BBFF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5F3BBFF6" w14:textId="77777777" w:rsidTr="004C1189">
        <w:tc>
          <w:tcPr>
            <w:tcW w:w="1134" w:type="dxa"/>
          </w:tcPr>
          <w:p w14:paraId="5F3BBFF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5F3BBFF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3BBFF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5F3BBFF5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5F3BBFFB" w14:textId="77777777" w:rsidTr="004C1189">
        <w:tc>
          <w:tcPr>
            <w:tcW w:w="1134" w:type="dxa"/>
          </w:tcPr>
          <w:p w14:paraId="5F3BBFF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5F3BBFF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3BBFF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5F3BBFFA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5F3BC000" w14:textId="77777777" w:rsidTr="004C1189">
        <w:tc>
          <w:tcPr>
            <w:tcW w:w="1134" w:type="dxa"/>
          </w:tcPr>
          <w:p w14:paraId="5F3BBFF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5F3BBFF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3BBFF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5F3BBFFF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5F3BC005" w14:textId="77777777" w:rsidTr="004C1189">
        <w:tc>
          <w:tcPr>
            <w:tcW w:w="1134" w:type="dxa"/>
          </w:tcPr>
          <w:p w14:paraId="5F3BC00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5F3BC00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3BC00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5F3BC004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5F3BC00A" w14:textId="77777777" w:rsidTr="004C1189">
        <w:tc>
          <w:tcPr>
            <w:tcW w:w="1134" w:type="dxa"/>
          </w:tcPr>
          <w:p w14:paraId="5F3BC006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5F3BC007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3BC008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5F3BC009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5F3BC00F" w14:textId="77777777" w:rsidTr="004C1189">
        <w:tc>
          <w:tcPr>
            <w:tcW w:w="1134" w:type="dxa"/>
          </w:tcPr>
          <w:p w14:paraId="5F3BC00B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5F3BC00C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3BC00D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5F3BC00E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3F3B5A" w:rsidRPr="003F3B5A" w14:paraId="5F3BC014" w14:textId="77777777" w:rsidTr="004C1189">
        <w:tc>
          <w:tcPr>
            <w:tcW w:w="1134" w:type="dxa"/>
          </w:tcPr>
          <w:p w14:paraId="5F3BC010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  <w:p w14:paraId="5F3BC011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3BC012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976" w:type="dxa"/>
          </w:tcPr>
          <w:p w14:paraId="5F3BC013" w14:textId="77777777" w:rsidR="003F3B5A" w:rsidRPr="003F3B5A" w:rsidRDefault="003F3B5A" w:rsidP="003F3B5A">
            <w:pPr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72D04E94" w14:textId="77777777" w:rsidR="001B269E" w:rsidRDefault="001B269E" w:rsidP="007D1B65">
      <w:pPr>
        <w:spacing w:after="0" w:line="280" w:lineRule="atLeast"/>
        <w:rPr>
          <w:rFonts w:ascii="Garamond" w:hAnsi="Garamond"/>
        </w:rPr>
        <w:sectPr w:rsidR="001B269E" w:rsidSect="000E635B">
          <w:footerReference w:type="default" r:id="rId10"/>
          <w:footerReference w:type="first" r:id="rId11"/>
          <w:pgSz w:w="11906" w:h="16838" w:code="9"/>
          <w:pgMar w:top="1701" w:right="1134" w:bottom="1134" w:left="1134" w:header="567" w:footer="584" w:gutter="0"/>
          <w:pgNumType w:start="1"/>
          <w:cols w:space="708"/>
          <w:titlePg/>
          <w:docGrid w:linePitch="360"/>
        </w:sectPr>
      </w:pPr>
    </w:p>
    <w:p w14:paraId="1E58822D" w14:textId="77777777" w:rsidR="00F01105" w:rsidRDefault="00F01105" w:rsidP="00F0110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14143C"/>
          <w:sz w:val="24"/>
          <w:szCs w:val="24"/>
          <w:lang w:val="en-US" w:eastAsia="da-DK"/>
        </w:rPr>
      </w:pPr>
      <w:r w:rsidRPr="00F01105">
        <w:rPr>
          <w:rFonts w:ascii="Times New Roman" w:eastAsia="Times New Roman" w:hAnsi="Times New Roman"/>
          <w:sz w:val="24"/>
          <w:szCs w:val="24"/>
          <w:lang w:val="en-US" w:eastAsia="da-DK"/>
        </w:rPr>
        <w:lastRenderedPageBreak/>
        <w:t>A list of</w:t>
      </w:r>
      <w:r w:rsidRPr="00F01105">
        <w:rPr>
          <w:rFonts w:ascii="Times New Roman" w:eastAsia="Times New Roman" w:hAnsi="Times New Roman"/>
          <w:b/>
          <w:bCs/>
          <w:sz w:val="24"/>
          <w:szCs w:val="24"/>
          <w:lang w:val="en-US" w:eastAsia="da-DK"/>
        </w:rPr>
        <w:t xml:space="preserve"> all</w:t>
      </w:r>
      <w:r w:rsidRPr="00F01105">
        <w:rPr>
          <w:rFonts w:ascii="Times New Roman" w:eastAsia="Times New Roman" w:hAnsi="Times New Roman"/>
          <w:sz w:val="24"/>
          <w:szCs w:val="24"/>
          <w:lang w:val="en-US" w:eastAsia="da-DK"/>
        </w:rPr>
        <w:t xml:space="preserve"> </w:t>
      </w:r>
      <w:r w:rsidRPr="00F01105">
        <w:rPr>
          <w:rFonts w:ascii="Times New Roman" w:eastAsia="Times New Roman" w:hAnsi="Times New Roman"/>
          <w:b/>
          <w:bCs/>
          <w:sz w:val="24"/>
          <w:szCs w:val="24"/>
          <w:lang w:val="en-US" w:eastAsia="da-DK"/>
        </w:rPr>
        <w:t>games</w:t>
      </w:r>
      <w:r w:rsidRPr="00F01105">
        <w:rPr>
          <w:rFonts w:ascii="Times New Roman" w:eastAsia="Times New Roman" w:hAnsi="Times New Roman"/>
          <w:sz w:val="24"/>
          <w:szCs w:val="24"/>
          <w:lang w:val="en-US" w:eastAsia="da-DK"/>
        </w:rPr>
        <w:t xml:space="preserve"> covered by the test and/or inspection shall be compiled in the scheme below. </w:t>
      </w:r>
      <w:r w:rsidRPr="00F01105">
        <w:rPr>
          <w:rFonts w:ascii="Times New Roman" w:eastAsia="Times New Roman" w:hAnsi="Times New Roman"/>
          <w:color w:val="14143C"/>
          <w:sz w:val="24"/>
          <w:szCs w:val="24"/>
          <w:lang w:val="en-US" w:eastAsia="da-DK"/>
        </w:rPr>
        <w:t>If test and inspection is conducted simultaneously compilation of a single list is sufficient.  </w:t>
      </w:r>
    </w:p>
    <w:p w14:paraId="19A08CD8" w14:textId="77777777" w:rsidR="00F01105" w:rsidRPr="00F01105" w:rsidRDefault="00F01105" w:rsidP="00F0110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da-DK"/>
        </w:rPr>
      </w:pPr>
    </w:p>
    <w:p w14:paraId="4486BBB5" w14:textId="77777777" w:rsidR="00F01105" w:rsidRPr="00F01105" w:rsidRDefault="00F01105" w:rsidP="00F0110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da-DK"/>
        </w:rPr>
      </w:pPr>
      <w:r w:rsidRPr="00F01105">
        <w:rPr>
          <w:rFonts w:ascii="Times New Roman" w:eastAsia="Times New Roman" w:hAnsi="Times New Roman"/>
          <w:color w:val="14143C"/>
          <w:sz w:val="24"/>
          <w:szCs w:val="24"/>
          <w:shd w:val="clear" w:color="auto" w:fill="FFFFFF"/>
          <w:lang w:val="en-US" w:eastAsia="da-DK"/>
        </w:rPr>
        <w:t>The list shall include the following information: </w:t>
      </w:r>
      <w:r w:rsidRPr="00F01105">
        <w:rPr>
          <w:rFonts w:ascii="Times New Roman" w:eastAsia="Times New Roman" w:hAnsi="Times New Roman"/>
          <w:color w:val="14143C"/>
          <w:sz w:val="24"/>
          <w:szCs w:val="24"/>
          <w:lang w:val="en-US" w:eastAsia="da-DK"/>
        </w:rPr>
        <w:t> </w:t>
      </w:r>
    </w:p>
    <w:p w14:paraId="7FDBF3E7" w14:textId="77777777" w:rsidR="00F01105" w:rsidRPr="00F01105" w:rsidRDefault="00F01105" w:rsidP="00F01105">
      <w:pPr>
        <w:pStyle w:val="Listeafsnit"/>
        <w:numPr>
          <w:ilvl w:val="0"/>
          <w:numId w:val="21"/>
        </w:numPr>
        <w:ind w:left="1420"/>
        <w:rPr>
          <w:rFonts w:ascii="Times New Roman" w:hAnsi="Times New Roman"/>
          <w:sz w:val="24"/>
          <w:szCs w:val="24"/>
          <w:lang w:eastAsia="da-DK"/>
        </w:rPr>
      </w:pPr>
      <w:r w:rsidRPr="00F01105">
        <w:rPr>
          <w:rFonts w:ascii="Times New Roman" w:hAnsi="Times New Roman"/>
          <w:sz w:val="24"/>
          <w:szCs w:val="24"/>
          <w:lang w:val="en-US" w:eastAsia="da-DK"/>
        </w:rPr>
        <w:t>Title of the game</w:t>
      </w:r>
      <w:r w:rsidRPr="00F01105">
        <w:rPr>
          <w:rFonts w:ascii="Times New Roman" w:hAnsi="Times New Roman"/>
          <w:sz w:val="24"/>
          <w:szCs w:val="24"/>
          <w:lang w:eastAsia="da-DK"/>
        </w:rPr>
        <w:t> </w:t>
      </w:r>
    </w:p>
    <w:p w14:paraId="3428ED5D" w14:textId="77777777" w:rsidR="00F01105" w:rsidRPr="00F01105" w:rsidRDefault="00F01105" w:rsidP="00F01105">
      <w:pPr>
        <w:pStyle w:val="Listeafsnit"/>
        <w:numPr>
          <w:ilvl w:val="0"/>
          <w:numId w:val="21"/>
        </w:numPr>
        <w:ind w:left="1420"/>
        <w:rPr>
          <w:rFonts w:ascii="Times New Roman" w:hAnsi="Times New Roman"/>
          <w:sz w:val="24"/>
          <w:szCs w:val="24"/>
          <w:lang w:eastAsia="da-DK"/>
        </w:rPr>
      </w:pPr>
      <w:r w:rsidRPr="00F01105">
        <w:rPr>
          <w:rFonts w:ascii="Times New Roman" w:hAnsi="Times New Roman"/>
          <w:sz w:val="24"/>
          <w:szCs w:val="24"/>
          <w:lang w:val="en-US" w:eastAsia="da-DK"/>
        </w:rPr>
        <w:t>Version number of the game</w:t>
      </w:r>
      <w:r w:rsidRPr="00F01105">
        <w:rPr>
          <w:rFonts w:ascii="Times New Roman" w:hAnsi="Times New Roman"/>
          <w:sz w:val="24"/>
          <w:szCs w:val="24"/>
          <w:lang w:eastAsia="da-DK"/>
        </w:rPr>
        <w:t> </w:t>
      </w:r>
    </w:p>
    <w:p w14:paraId="2126D9C9" w14:textId="77777777" w:rsidR="00F01105" w:rsidRPr="00F01105" w:rsidRDefault="00F01105" w:rsidP="00F01105">
      <w:pPr>
        <w:pStyle w:val="Listeafsnit"/>
        <w:numPr>
          <w:ilvl w:val="0"/>
          <w:numId w:val="21"/>
        </w:numPr>
        <w:ind w:left="1420"/>
        <w:rPr>
          <w:rFonts w:ascii="Times New Roman" w:hAnsi="Times New Roman"/>
          <w:sz w:val="24"/>
          <w:szCs w:val="24"/>
          <w:lang w:val="en-US" w:eastAsia="da-DK"/>
        </w:rPr>
      </w:pPr>
      <w:r w:rsidRPr="00F01105">
        <w:rPr>
          <w:rFonts w:ascii="Times New Roman" w:hAnsi="Times New Roman"/>
          <w:sz w:val="24"/>
          <w:szCs w:val="24"/>
          <w:lang w:val="en-US" w:eastAsia="da-DK"/>
        </w:rPr>
        <w:t>Type of game (Gaming machine, roulette, blackjack etc.) </w:t>
      </w:r>
    </w:p>
    <w:p w14:paraId="6A7DB50E" w14:textId="77777777" w:rsidR="00F01105" w:rsidRPr="00F01105" w:rsidRDefault="00F01105" w:rsidP="00F01105">
      <w:pPr>
        <w:pStyle w:val="Listeafsnit"/>
        <w:numPr>
          <w:ilvl w:val="0"/>
          <w:numId w:val="21"/>
        </w:numPr>
        <w:ind w:left="1420"/>
        <w:rPr>
          <w:rFonts w:ascii="Times New Roman" w:hAnsi="Times New Roman"/>
          <w:sz w:val="24"/>
          <w:szCs w:val="24"/>
          <w:lang w:val="en-US" w:eastAsia="da-DK"/>
        </w:rPr>
      </w:pPr>
      <w:r w:rsidRPr="00F01105">
        <w:rPr>
          <w:rFonts w:ascii="Times New Roman" w:hAnsi="Times New Roman"/>
          <w:sz w:val="24"/>
          <w:szCs w:val="24"/>
          <w:lang w:val="en-US" w:eastAsia="da-DK"/>
        </w:rPr>
        <w:t xml:space="preserve">Name of the supplier. If it is the </w:t>
      </w:r>
      <w:proofErr w:type="spellStart"/>
      <w:r w:rsidRPr="00F01105">
        <w:rPr>
          <w:rFonts w:ascii="Times New Roman" w:hAnsi="Times New Roman"/>
          <w:sz w:val="24"/>
          <w:szCs w:val="24"/>
          <w:lang w:val="en-US" w:eastAsia="da-DK"/>
        </w:rPr>
        <w:t>licence</w:t>
      </w:r>
      <w:proofErr w:type="spellEnd"/>
      <w:r w:rsidRPr="00F01105">
        <w:rPr>
          <w:rFonts w:ascii="Times New Roman" w:hAnsi="Times New Roman"/>
          <w:sz w:val="24"/>
          <w:szCs w:val="24"/>
          <w:lang w:val="en-US" w:eastAsia="da-DK"/>
        </w:rPr>
        <w:t xml:space="preserve"> holder’s own game, this must be noted instead.  </w:t>
      </w:r>
    </w:p>
    <w:p w14:paraId="7397CD66" w14:textId="77777777" w:rsidR="00F01105" w:rsidRPr="00F01105" w:rsidRDefault="00F01105" w:rsidP="00F01105">
      <w:pPr>
        <w:pStyle w:val="Listeafsnit"/>
        <w:numPr>
          <w:ilvl w:val="0"/>
          <w:numId w:val="21"/>
        </w:numPr>
        <w:ind w:left="1420"/>
        <w:rPr>
          <w:rFonts w:ascii="Times New Roman" w:hAnsi="Times New Roman"/>
          <w:sz w:val="24"/>
          <w:szCs w:val="24"/>
          <w:lang w:val="en-US" w:eastAsia="da-DK"/>
        </w:rPr>
      </w:pPr>
      <w:r w:rsidRPr="00F01105">
        <w:rPr>
          <w:rFonts w:ascii="Times New Roman" w:hAnsi="Times New Roman"/>
          <w:sz w:val="24"/>
          <w:szCs w:val="24"/>
          <w:lang w:val="en-US" w:eastAsia="da-DK"/>
        </w:rPr>
        <w:t xml:space="preserve">Date of the most recent certification of the game. If the game is provided by a third party, this date will presumably differ from the date of the </w:t>
      </w:r>
      <w:proofErr w:type="spellStart"/>
      <w:r w:rsidRPr="00F01105">
        <w:rPr>
          <w:rFonts w:ascii="Times New Roman" w:hAnsi="Times New Roman"/>
          <w:sz w:val="24"/>
          <w:szCs w:val="24"/>
          <w:lang w:val="en-US" w:eastAsia="da-DK"/>
        </w:rPr>
        <w:t>licence</w:t>
      </w:r>
      <w:proofErr w:type="spellEnd"/>
      <w:r w:rsidRPr="00F01105">
        <w:rPr>
          <w:rFonts w:ascii="Times New Roman" w:hAnsi="Times New Roman"/>
          <w:sz w:val="24"/>
          <w:szCs w:val="24"/>
          <w:lang w:val="en-US" w:eastAsia="da-DK"/>
        </w:rPr>
        <w:t xml:space="preserve"> holder’s annual test and/or inspection. </w:t>
      </w:r>
    </w:p>
    <w:p w14:paraId="21AFB0CD" w14:textId="77777777" w:rsidR="00F01105" w:rsidRPr="00F01105" w:rsidRDefault="00F01105" w:rsidP="00F01105">
      <w:pPr>
        <w:pStyle w:val="Listeafsnit"/>
        <w:numPr>
          <w:ilvl w:val="0"/>
          <w:numId w:val="21"/>
        </w:numPr>
        <w:ind w:left="1420"/>
        <w:rPr>
          <w:rFonts w:ascii="Times New Roman" w:hAnsi="Times New Roman"/>
          <w:sz w:val="24"/>
          <w:szCs w:val="24"/>
          <w:lang w:val="en-US" w:eastAsia="da-DK"/>
        </w:rPr>
      </w:pPr>
      <w:r w:rsidRPr="00F01105">
        <w:rPr>
          <w:rFonts w:ascii="Times New Roman" w:hAnsi="Times New Roman"/>
          <w:sz w:val="24"/>
          <w:szCs w:val="24"/>
          <w:lang w:val="en-US" w:eastAsia="da-DK"/>
        </w:rPr>
        <w:t xml:space="preserve">Reference to a supplementary report if the game is not tested and inspected in connection with the </w:t>
      </w:r>
      <w:proofErr w:type="spellStart"/>
      <w:r w:rsidRPr="00F01105">
        <w:rPr>
          <w:rFonts w:ascii="Times New Roman" w:hAnsi="Times New Roman"/>
          <w:sz w:val="24"/>
          <w:szCs w:val="24"/>
          <w:lang w:val="en-US" w:eastAsia="da-DK"/>
        </w:rPr>
        <w:t>licence</w:t>
      </w:r>
      <w:proofErr w:type="spellEnd"/>
      <w:r w:rsidRPr="00F01105">
        <w:rPr>
          <w:rFonts w:ascii="Times New Roman" w:hAnsi="Times New Roman"/>
          <w:sz w:val="24"/>
          <w:szCs w:val="24"/>
          <w:lang w:val="en-US" w:eastAsia="da-DK"/>
        </w:rPr>
        <w:t xml:space="preserve"> holder’s annual test and/or inspection.  </w:t>
      </w:r>
    </w:p>
    <w:p w14:paraId="6C1E6DEE" w14:textId="77777777" w:rsidR="00F01105" w:rsidRPr="00F01105" w:rsidRDefault="00F01105" w:rsidP="00F01105">
      <w:pPr>
        <w:pStyle w:val="Listeafsnit"/>
        <w:numPr>
          <w:ilvl w:val="0"/>
          <w:numId w:val="21"/>
        </w:numPr>
        <w:ind w:left="1420"/>
        <w:rPr>
          <w:rFonts w:ascii="Times New Roman" w:hAnsi="Times New Roman"/>
          <w:sz w:val="24"/>
          <w:szCs w:val="24"/>
          <w:lang w:eastAsia="da-DK"/>
        </w:rPr>
      </w:pPr>
      <w:r w:rsidRPr="00F01105">
        <w:rPr>
          <w:rFonts w:ascii="Times New Roman" w:hAnsi="Times New Roman"/>
          <w:sz w:val="24"/>
          <w:szCs w:val="24"/>
          <w:lang w:val="en-US" w:eastAsia="da-DK"/>
        </w:rPr>
        <w:t>Any Comments</w:t>
      </w:r>
      <w:r w:rsidRPr="00F01105">
        <w:rPr>
          <w:rFonts w:ascii="Times New Roman" w:hAnsi="Times New Roman"/>
          <w:sz w:val="24"/>
          <w:szCs w:val="24"/>
          <w:lang w:eastAsia="da-DK"/>
        </w:rPr>
        <w:t> </w:t>
      </w:r>
    </w:p>
    <w:p w14:paraId="46C7DFD8" w14:textId="77777777" w:rsidR="00F01105" w:rsidRPr="00F01105" w:rsidRDefault="00F01105" w:rsidP="00F01105">
      <w:pPr>
        <w:shd w:val="clear" w:color="auto" w:fill="FFFFFF"/>
        <w:spacing w:after="0" w:line="240" w:lineRule="auto"/>
        <w:ind w:left="1080"/>
        <w:textAlignment w:val="baseline"/>
        <w:rPr>
          <w:rFonts w:ascii="Times New Roman" w:eastAsia="Times New Roman" w:hAnsi="Times New Roman"/>
          <w:sz w:val="24"/>
          <w:szCs w:val="24"/>
          <w:lang w:eastAsia="da-DK"/>
        </w:rPr>
      </w:pPr>
    </w:p>
    <w:p w14:paraId="666C2BE9" w14:textId="145DF592" w:rsidR="00F01105" w:rsidRDefault="00F01105" w:rsidP="00F0110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14143C"/>
          <w:sz w:val="24"/>
          <w:szCs w:val="24"/>
          <w:lang w:val="en-US" w:eastAsia="da-DK"/>
        </w:rPr>
      </w:pPr>
      <w:r w:rsidRPr="00F01105">
        <w:rPr>
          <w:rFonts w:ascii="Times New Roman" w:eastAsia="Times New Roman" w:hAnsi="Times New Roman"/>
          <w:b/>
          <w:bCs/>
          <w:color w:val="14143C"/>
          <w:sz w:val="24"/>
          <w:szCs w:val="24"/>
          <w:lang w:val="en-US" w:eastAsia="da-DK"/>
        </w:rPr>
        <w:t>List of games covered by test and/or inspection</w:t>
      </w:r>
    </w:p>
    <w:p w14:paraId="42E3B15F" w14:textId="77777777" w:rsidR="00F01105" w:rsidRPr="00F01105" w:rsidRDefault="00F01105" w:rsidP="00F0110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US" w:eastAsia="da-DK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"/>
        <w:gridCol w:w="1548"/>
        <w:gridCol w:w="1232"/>
        <w:gridCol w:w="1649"/>
        <w:gridCol w:w="1646"/>
        <w:gridCol w:w="1649"/>
        <w:gridCol w:w="2323"/>
        <w:gridCol w:w="3278"/>
      </w:tblGrid>
      <w:tr w:rsidR="00F01105" w:rsidRPr="00F01105" w14:paraId="138B01DA" w14:textId="77777777" w:rsidTr="00F01105">
        <w:trPr>
          <w:trHeight w:val="1335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5EDD6B93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b/>
                <w:bCs/>
                <w:lang w:val="en-US" w:eastAsia="da-DK"/>
              </w:rPr>
              <w:t>#</w:t>
            </w: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6F74CFC0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b/>
                <w:bCs/>
                <w:lang w:val="en-US" w:eastAsia="da-DK"/>
              </w:rPr>
              <w:t>Name of the game</w:t>
            </w: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6F52E16C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b/>
                <w:bCs/>
                <w:lang w:val="en-US" w:eastAsia="da-DK"/>
              </w:rPr>
              <w:t>Version of the game</w:t>
            </w: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599EE2FF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b/>
                <w:bCs/>
                <w:lang w:val="en-US" w:eastAsia="da-DK"/>
              </w:rPr>
              <w:t>Type of game</w:t>
            </w: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3F7726BB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b/>
                <w:bCs/>
                <w:lang w:val="en-US" w:eastAsia="da-DK"/>
              </w:rPr>
              <w:t>Supplier</w:t>
            </w: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5915A275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en-US" w:eastAsia="da-DK"/>
              </w:rPr>
            </w:pPr>
            <w:r w:rsidRPr="00F01105">
              <w:rPr>
                <w:rFonts w:eastAsia="Times New Roman" w:cs="Calibri"/>
                <w:b/>
                <w:bCs/>
                <w:lang w:val="en-US" w:eastAsia="da-DK"/>
              </w:rPr>
              <w:t>Date of the most recent certification of the game</w:t>
            </w:r>
            <w:r w:rsidRPr="00F01105">
              <w:rPr>
                <w:rFonts w:eastAsia="Times New Roman" w:cs="Calibri"/>
                <w:lang w:val="en-US" w:eastAsia="da-DK"/>
              </w:rPr>
              <w:t> 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2E064A22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b/>
                <w:bCs/>
                <w:lang w:val="en-US" w:eastAsia="da-DK"/>
              </w:rPr>
              <w:t>Report reference number</w:t>
            </w: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4256B5D8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b/>
                <w:bCs/>
                <w:lang w:val="en-US" w:eastAsia="da-DK"/>
              </w:rPr>
              <w:t>Comments</w:t>
            </w: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F01105" w:rsidRPr="00F01105" w14:paraId="14F463A2" w14:textId="77777777" w:rsidTr="00F01105">
        <w:trPr>
          <w:trHeight w:val="255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56D2CEA0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val="en-US" w:eastAsia="da-DK"/>
              </w:rPr>
              <w:t>1.</w:t>
            </w: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04DC66F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C28941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188969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45C524B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4CDD639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7A00D6C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2F8B01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F01105" w:rsidRPr="00F01105" w14:paraId="79B43236" w14:textId="77777777" w:rsidTr="00F01105">
        <w:trPr>
          <w:trHeight w:val="255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7E9EEF27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val="en-US" w:eastAsia="da-DK"/>
              </w:rPr>
              <w:t>2.</w:t>
            </w: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24998F0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C7D0D12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46B5C3A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BE2477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A89CBC2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5ACC36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58FB7A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F01105" w:rsidRPr="00F01105" w14:paraId="19541A47" w14:textId="77777777" w:rsidTr="00F01105">
        <w:trPr>
          <w:trHeight w:val="255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10F738FB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val="en-US" w:eastAsia="da-DK"/>
              </w:rPr>
              <w:t>3.</w:t>
            </w: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751B64B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4CB5588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9D06AA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E1593CE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CD41CD4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062C66F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636CDC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F01105" w:rsidRPr="00F01105" w14:paraId="5E1203E1" w14:textId="77777777" w:rsidTr="00F01105">
        <w:trPr>
          <w:trHeight w:val="255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4A80CE10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val="en-US" w:eastAsia="da-DK"/>
              </w:rPr>
              <w:t>4.</w:t>
            </w: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6E2576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9FFE0C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AE21EEC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C93AA6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DBAFE5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F7C9DE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083625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F01105" w:rsidRPr="00F01105" w14:paraId="0AEAB2AA" w14:textId="77777777" w:rsidTr="00F01105">
        <w:trPr>
          <w:trHeight w:val="255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742BB1CA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val="en-US" w:eastAsia="da-DK"/>
              </w:rPr>
              <w:t>5.</w:t>
            </w: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509788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DD20DB3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648F4E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DA5FCD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E9A2BB6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B8BE911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790612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F01105" w:rsidRPr="00F01105" w14:paraId="57E0A912" w14:textId="77777777" w:rsidTr="00F01105">
        <w:trPr>
          <w:trHeight w:val="255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68D4DA3B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val="en-US" w:eastAsia="da-DK"/>
              </w:rPr>
              <w:t>6.</w:t>
            </w: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C4E54C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49D629C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4DCD7E1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752D172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39BBD0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4E6D349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6445E41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F01105" w:rsidRPr="00F01105" w14:paraId="7CCA7514" w14:textId="77777777" w:rsidTr="00F01105">
        <w:trPr>
          <w:trHeight w:val="255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60C2FFFD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val="en-US" w:eastAsia="da-DK"/>
              </w:rPr>
              <w:t>7.</w:t>
            </w: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E36EB1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1A57B7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8A3D20A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BD72D9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1EB9E8F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72EC8D6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DBA15E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F01105" w:rsidRPr="00F01105" w14:paraId="235F1712" w14:textId="77777777" w:rsidTr="00F01105">
        <w:trPr>
          <w:trHeight w:val="255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7DFA699D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val="en-US" w:eastAsia="da-DK"/>
              </w:rPr>
              <w:t>8.</w:t>
            </w: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B294DD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0059A43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1FBA3C0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C5EB6B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CE55A71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CB4A1C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E702B0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F01105" w:rsidRPr="00F01105" w14:paraId="1F71D490" w14:textId="77777777" w:rsidTr="00F01105">
        <w:trPr>
          <w:trHeight w:val="255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1204CE35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val="en-US" w:eastAsia="da-DK"/>
              </w:rPr>
              <w:t>9.</w:t>
            </w: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67715D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474D9C5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1D3445D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0F28FE8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879552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781CB1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AF18B16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</w:tr>
      <w:tr w:rsidR="00F01105" w:rsidRPr="00F01105" w14:paraId="3C1554FD" w14:textId="77777777" w:rsidTr="00F01105">
        <w:trPr>
          <w:trHeight w:val="255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ED2EB"/>
            <w:hideMark/>
          </w:tcPr>
          <w:p w14:paraId="6CF45EAB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val="en-US" w:eastAsia="da-DK"/>
              </w:rPr>
              <w:t>10.</w:t>
            </w: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5E0B576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9E6D12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0CB3977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682941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035DBC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E2FC056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8F28CED" w14:textId="77777777" w:rsidR="00F01105" w:rsidRPr="00F01105" w:rsidRDefault="00F01105" w:rsidP="00F01105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da-DK"/>
              </w:rPr>
            </w:pPr>
            <w:r w:rsidRPr="00F01105">
              <w:rPr>
                <w:rFonts w:eastAsia="Times New Roman" w:cs="Calibri"/>
                <w:lang w:eastAsia="da-DK"/>
              </w:rPr>
              <w:t> </w:t>
            </w:r>
          </w:p>
        </w:tc>
      </w:tr>
    </w:tbl>
    <w:p w14:paraId="5F3BC015" w14:textId="78807332" w:rsidR="006B30A9" w:rsidRPr="00202ECA" w:rsidRDefault="006B30A9" w:rsidP="007D1B65">
      <w:pPr>
        <w:spacing w:after="0" w:line="280" w:lineRule="atLeast"/>
        <w:rPr>
          <w:rFonts w:ascii="Garamond" w:hAnsi="Garamond"/>
        </w:rPr>
      </w:pPr>
    </w:p>
    <w:sectPr w:rsidR="006B30A9" w:rsidRPr="00202ECA" w:rsidSect="001B269E">
      <w:pgSz w:w="16838" w:h="11906" w:orient="landscape" w:code="9"/>
      <w:pgMar w:top="1134" w:right="1701" w:bottom="1134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BC018" w14:textId="77777777" w:rsidR="007811AD" w:rsidRDefault="007811AD" w:rsidP="009E4B94">
      <w:pPr>
        <w:spacing w:line="240" w:lineRule="auto"/>
      </w:pPr>
      <w:r>
        <w:separator/>
      </w:r>
    </w:p>
  </w:endnote>
  <w:endnote w:type="continuationSeparator" w:id="0">
    <w:p w14:paraId="5F3BC019" w14:textId="77777777" w:rsidR="007811AD" w:rsidRDefault="007811AD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BC01A" w14:textId="77777777"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5F3BC01D" wp14:editId="5F3BC01E">
              <wp:simplePos x="0" y="0"/>
              <wp:positionH relativeFrom="rightMargin">
                <wp:posOffset>-969010</wp:posOffset>
              </wp:positionH>
              <wp:positionV relativeFrom="page">
                <wp:posOffset>10084699</wp:posOffset>
              </wp:positionV>
              <wp:extent cx="1249680" cy="542925"/>
              <wp:effectExtent l="0" t="0" r="762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F3BC025" w14:textId="77777777" w:rsidR="00681D83" w:rsidRPr="002E76B5" w:rsidRDefault="00706E32" w:rsidP="001E79D1">
                          <w:pPr>
                            <w:rPr>
                              <w:rStyle w:val="Sidetal"/>
                            </w:rPr>
                          </w:pPr>
                          <w:r w:rsidRPr="002E76B5">
                            <w:rPr>
                              <w:rStyle w:val="Sidetal"/>
                            </w:rPr>
                            <w:t>Sid</w:t>
                          </w:r>
                          <w:r w:rsidR="00681D83" w:rsidRPr="002E76B5">
                            <w:rPr>
                              <w:rStyle w:val="Sidetal"/>
                            </w:rPr>
                            <w:t xml:space="preserve">e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  <w:r w:rsidR="002E76B5" w:rsidRPr="002E76B5">
                            <w:rPr>
                              <w:rStyle w:val="Sidetal"/>
                            </w:rPr>
                            <w:t xml:space="preserve"> af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3BC01D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76.3pt;margin-top:794.05pt;width:98.4pt;height:42.75pt;z-index: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" filled="f" stroked="f" strokeweight=".5pt">
              <v:textbox style="mso-fit-shape-to-text:t" inset="0,0,0,0">
                <w:txbxContent>
                  <w:p w14:paraId="5F3BC025" w14:textId="77777777" w:rsidR="00681D83" w:rsidRPr="002E76B5" w:rsidRDefault="00706E32" w:rsidP="001E79D1">
                    <w:pPr>
                      <w:rPr>
                        <w:rStyle w:val="Sidetal"/>
                      </w:rPr>
                    </w:pPr>
                    <w:r w:rsidRPr="002E76B5">
                      <w:rPr>
                        <w:rStyle w:val="Sidetal"/>
                      </w:rPr>
                      <w:t>Sid</w:t>
                    </w:r>
                    <w:r w:rsidR="00681D83" w:rsidRPr="002E76B5">
                      <w:rPr>
                        <w:rStyle w:val="Sidetal"/>
                      </w:rPr>
                      <w:t xml:space="preserve">e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PAGE 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  <w:r w:rsidR="002E76B5" w:rsidRPr="002E76B5">
                      <w:rPr>
                        <w:rStyle w:val="Sidetal"/>
                      </w:rPr>
                      <w:t xml:space="preserve"> af </w:t>
                    </w:r>
                    <w:r w:rsidR="002E76B5" w:rsidRPr="002E76B5">
                      <w:rPr>
                        <w:rStyle w:val="Sidetal"/>
                      </w:rPr>
                      <w:fldChar w:fldCharType="begin"/>
                    </w:r>
                    <w:r w:rsidR="002E76B5" w:rsidRPr="002E76B5">
                      <w:rPr>
                        <w:rStyle w:val="Sidetal"/>
                      </w:rPr>
                      <w:instrText xml:space="preserve"> SECTIONPAGES </w:instrText>
                    </w:r>
                    <w:r w:rsidR="002E76B5" w:rsidRP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="002E76B5" w:rsidRPr="002E76B5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B03E12"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5F3BC01F" wp14:editId="5F3BC020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4" name="Picture 4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BC01C" w14:textId="77777777" w:rsidR="009E4B94" w:rsidRPr="00094ABD" w:rsidRDefault="00B03E12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9264" behindDoc="0" locked="0" layoutInCell="1" allowOverlap="1" wp14:anchorId="5F3BC023" wp14:editId="5F3BC024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2" name="Picture 2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3E1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BC016" w14:textId="77777777" w:rsidR="007811AD" w:rsidRDefault="007811AD" w:rsidP="009E4B94">
      <w:pPr>
        <w:spacing w:line="240" w:lineRule="auto"/>
      </w:pPr>
      <w:r>
        <w:separator/>
      </w:r>
    </w:p>
  </w:footnote>
  <w:footnote w:type="continuationSeparator" w:id="0">
    <w:p w14:paraId="5F3BC017" w14:textId="77777777" w:rsidR="007811AD" w:rsidRDefault="007811AD" w:rsidP="009E4B9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69D6988"/>
    <w:multiLevelType w:val="multilevel"/>
    <w:tmpl w:val="C9787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3C53213"/>
    <w:multiLevelType w:val="hybridMultilevel"/>
    <w:tmpl w:val="69D44C26"/>
    <w:lvl w:ilvl="0" w:tplc="D8501E9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C34F1E"/>
    <w:multiLevelType w:val="multilevel"/>
    <w:tmpl w:val="CC2A086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853BEE"/>
    <w:multiLevelType w:val="multilevel"/>
    <w:tmpl w:val="C2164BD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18277F7"/>
    <w:multiLevelType w:val="singleLevel"/>
    <w:tmpl w:val="19C28BBA"/>
    <w:lvl w:ilvl="0">
      <w:start w:val="1"/>
      <w:numFmt w:val="decimal"/>
      <w:lvlRestart w:val="0"/>
      <w:lvlText w:val="%1."/>
      <w:lvlJc w:val="left"/>
      <w:pPr>
        <w:ind w:left="340" w:hanging="340"/>
      </w:pPr>
    </w:lvl>
  </w:abstractNum>
  <w:abstractNum w:abstractNumId="14" w15:restartNumberingAfterBreak="0">
    <w:nsid w:val="596A7882"/>
    <w:multiLevelType w:val="multilevel"/>
    <w:tmpl w:val="DA1613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4A9679E"/>
    <w:multiLevelType w:val="multilevel"/>
    <w:tmpl w:val="A69E868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5401A89"/>
    <w:multiLevelType w:val="multilevel"/>
    <w:tmpl w:val="4BF8BD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E94769C"/>
    <w:multiLevelType w:val="multilevel"/>
    <w:tmpl w:val="FBD0EE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9" w15:restartNumberingAfterBreak="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18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>
    <w:abstractNumId w:val="10"/>
  </w:num>
  <w:num w:numId="14">
    <w:abstractNumId w:val="9"/>
  </w:num>
  <w:num w:numId="15">
    <w:abstractNumId w:val="14"/>
  </w:num>
  <w:num w:numId="16">
    <w:abstractNumId w:val="12"/>
  </w:num>
  <w:num w:numId="17">
    <w:abstractNumId w:val="16"/>
  </w:num>
  <w:num w:numId="18">
    <w:abstractNumId w:val="11"/>
  </w:num>
  <w:num w:numId="19">
    <w:abstractNumId w:val="17"/>
  </w:num>
  <w:num w:numId="20">
    <w:abstractNumId w:val="15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35B"/>
    <w:rsid w:val="00004865"/>
    <w:rsid w:val="0000703F"/>
    <w:rsid w:val="0001534C"/>
    <w:rsid w:val="0002656E"/>
    <w:rsid w:val="00030F87"/>
    <w:rsid w:val="00033A47"/>
    <w:rsid w:val="00045E50"/>
    <w:rsid w:val="00062109"/>
    <w:rsid w:val="00081169"/>
    <w:rsid w:val="000879FC"/>
    <w:rsid w:val="00094ABD"/>
    <w:rsid w:val="000C4289"/>
    <w:rsid w:val="000C6781"/>
    <w:rsid w:val="000E635B"/>
    <w:rsid w:val="00102933"/>
    <w:rsid w:val="00116C5E"/>
    <w:rsid w:val="001239A7"/>
    <w:rsid w:val="001278A8"/>
    <w:rsid w:val="00127940"/>
    <w:rsid w:val="0013244F"/>
    <w:rsid w:val="001401C1"/>
    <w:rsid w:val="00142D71"/>
    <w:rsid w:val="00146D3D"/>
    <w:rsid w:val="00153F40"/>
    <w:rsid w:val="00165D2F"/>
    <w:rsid w:val="00172768"/>
    <w:rsid w:val="00182651"/>
    <w:rsid w:val="001918C2"/>
    <w:rsid w:val="001B269E"/>
    <w:rsid w:val="001E79D1"/>
    <w:rsid w:val="001F374B"/>
    <w:rsid w:val="00202ECA"/>
    <w:rsid w:val="00203DE6"/>
    <w:rsid w:val="00207BEC"/>
    <w:rsid w:val="0022582F"/>
    <w:rsid w:val="00233D73"/>
    <w:rsid w:val="00243527"/>
    <w:rsid w:val="00244D70"/>
    <w:rsid w:val="00256B13"/>
    <w:rsid w:val="00264476"/>
    <w:rsid w:val="0026468A"/>
    <w:rsid w:val="00267514"/>
    <w:rsid w:val="00286EDF"/>
    <w:rsid w:val="002C258E"/>
    <w:rsid w:val="002E30A1"/>
    <w:rsid w:val="002E6B15"/>
    <w:rsid w:val="002E74A4"/>
    <w:rsid w:val="002E76B5"/>
    <w:rsid w:val="003075A8"/>
    <w:rsid w:val="00320F99"/>
    <w:rsid w:val="00324932"/>
    <w:rsid w:val="00351C70"/>
    <w:rsid w:val="003965DD"/>
    <w:rsid w:val="003A4AC8"/>
    <w:rsid w:val="003B35B0"/>
    <w:rsid w:val="003C144F"/>
    <w:rsid w:val="003C4F9F"/>
    <w:rsid w:val="003C60F1"/>
    <w:rsid w:val="003D3AD2"/>
    <w:rsid w:val="003E3817"/>
    <w:rsid w:val="003F3B5A"/>
    <w:rsid w:val="003F52AC"/>
    <w:rsid w:val="00404BF7"/>
    <w:rsid w:val="004141C6"/>
    <w:rsid w:val="00416196"/>
    <w:rsid w:val="00424709"/>
    <w:rsid w:val="00425F90"/>
    <w:rsid w:val="00446687"/>
    <w:rsid w:val="00455537"/>
    <w:rsid w:val="00466136"/>
    <w:rsid w:val="00473DC4"/>
    <w:rsid w:val="00491D5C"/>
    <w:rsid w:val="004B5150"/>
    <w:rsid w:val="004C01B2"/>
    <w:rsid w:val="004C09A5"/>
    <w:rsid w:val="004D0A20"/>
    <w:rsid w:val="004D2061"/>
    <w:rsid w:val="004D46CB"/>
    <w:rsid w:val="004E5FA3"/>
    <w:rsid w:val="004F3CCB"/>
    <w:rsid w:val="00504882"/>
    <w:rsid w:val="0052041E"/>
    <w:rsid w:val="00530A82"/>
    <w:rsid w:val="0053662E"/>
    <w:rsid w:val="00546077"/>
    <w:rsid w:val="0055432A"/>
    <w:rsid w:val="00563829"/>
    <w:rsid w:val="005A28D4"/>
    <w:rsid w:val="005C5F97"/>
    <w:rsid w:val="005F1580"/>
    <w:rsid w:val="005F3493"/>
    <w:rsid w:val="005F3ED8"/>
    <w:rsid w:val="00642CBC"/>
    <w:rsid w:val="006517D6"/>
    <w:rsid w:val="00655B49"/>
    <w:rsid w:val="00681D83"/>
    <w:rsid w:val="006900C2"/>
    <w:rsid w:val="006B30A9"/>
    <w:rsid w:val="0070267E"/>
    <w:rsid w:val="00703B3F"/>
    <w:rsid w:val="00706E32"/>
    <w:rsid w:val="00707273"/>
    <w:rsid w:val="007154F3"/>
    <w:rsid w:val="007327A9"/>
    <w:rsid w:val="00737EFC"/>
    <w:rsid w:val="007546AF"/>
    <w:rsid w:val="00764C36"/>
    <w:rsid w:val="00765934"/>
    <w:rsid w:val="00770410"/>
    <w:rsid w:val="00773C7B"/>
    <w:rsid w:val="00775409"/>
    <w:rsid w:val="007811AD"/>
    <w:rsid w:val="007A1B96"/>
    <w:rsid w:val="007B0B94"/>
    <w:rsid w:val="007D1B65"/>
    <w:rsid w:val="007D581F"/>
    <w:rsid w:val="007E0E19"/>
    <w:rsid w:val="007E373C"/>
    <w:rsid w:val="007F5DDF"/>
    <w:rsid w:val="00824115"/>
    <w:rsid w:val="008531FB"/>
    <w:rsid w:val="008662D3"/>
    <w:rsid w:val="00880CFC"/>
    <w:rsid w:val="00892D08"/>
    <w:rsid w:val="00893791"/>
    <w:rsid w:val="008D000A"/>
    <w:rsid w:val="008D2509"/>
    <w:rsid w:val="008D31AB"/>
    <w:rsid w:val="008D5A02"/>
    <w:rsid w:val="008E2ECE"/>
    <w:rsid w:val="008E5A6D"/>
    <w:rsid w:val="008E5B21"/>
    <w:rsid w:val="008F32DF"/>
    <w:rsid w:val="008F4D20"/>
    <w:rsid w:val="008F6A9D"/>
    <w:rsid w:val="00902C3D"/>
    <w:rsid w:val="0092171B"/>
    <w:rsid w:val="00947BA0"/>
    <w:rsid w:val="00951B25"/>
    <w:rsid w:val="00983B74"/>
    <w:rsid w:val="00990263"/>
    <w:rsid w:val="009A2571"/>
    <w:rsid w:val="009A4CCC"/>
    <w:rsid w:val="009B2330"/>
    <w:rsid w:val="009E4B94"/>
    <w:rsid w:val="009F1217"/>
    <w:rsid w:val="009F18F2"/>
    <w:rsid w:val="00A239DF"/>
    <w:rsid w:val="00A262CF"/>
    <w:rsid w:val="00AA6D18"/>
    <w:rsid w:val="00AA705E"/>
    <w:rsid w:val="00AB29A0"/>
    <w:rsid w:val="00AB3463"/>
    <w:rsid w:val="00AB3775"/>
    <w:rsid w:val="00AB5B85"/>
    <w:rsid w:val="00AE1404"/>
    <w:rsid w:val="00AF1D02"/>
    <w:rsid w:val="00AF44AF"/>
    <w:rsid w:val="00B00D92"/>
    <w:rsid w:val="00B03E12"/>
    <w:rsid w:val="00B31CF7"/>
    <w:rsid w:val="00B421B6"/>
    <w:rsid w:val="00B430B4"/>
    <w:rsid w:val="00B4628F"/>
    <w:rsid w:val="00B5082D"/>
    <w:rsid w:val="00B64C73"/>
    <w:rsid w:val="00B6504E"/>
    <w:rsid w:val="00B93951"/>
    <w:rsid w:val="00B9508F"/>
    <w:rsid w:val="00B96937"/>
    <w:rsid w:val="00B96D2A"/>
    <w:rsid w:val="00BC04BA"/>
    <w:rsid w:val="00BC22A9"/>
    <w:rsid w:val="00BC590D"/>
    <w:rsid w:val="00BF0FDA"/>
    <w:rsid w:val="00C16A85"/>
    <w:rsid w:val="00C2782C"/>
    <w:rsid w:val="00C310A8"/>
    <w:rsid w:val="00C31791"/>
    <w:rsid w:val="00C3414E"/>
    <w:rsid w:val="00C455E6"/>
    <w:rsid w:val="00C468F5"/>
    <w:rsid w:val="00C51167"/>
    <w:rsid w:val="00C517B6"/>
    <w:rsid w:val="00C605DF"/>
    <w:rsid w:val="00C62DBD"/>
    <w:rsid w:val="00C7028D"/>
    <w:rsid w:val="00C71C8E"/>
    <w:rsid w:val="00C86D85"/>
    <w:rsid w:val="00CA61D4"/>
    <w:rsid w:val="00CB1475"/>
    <w:rsid w:val="00CB33DF"/>
    <w:rsid w:val="00CC6322"/>
    <w:rsid w:val="00CD5714"/>
    <w:rsid w:val="00CE262C"/>
    <w:rsid w:val="00CE5C53"/>
    <w:rsid w:val="00CF1DE9"/>
    <w:rsid w:val="00CF73BA"/>
    <w:rsid w:val="00D0360E"/>
    <w:rsid w:val="00D3786F"/>
    <w:rsid w:val="00D66542"/>
    <w:rsid w:val="00D66E2C"/>
    <w:rsid w:val="00D96141"/>
    <w:rsid w:val="00DB31AF"/>
    <w:rsid w:val="00DB6E2D"/>
    <w:rsid w:val="00DB743D"/>
    <w:rsid w:val="00DC2AB9"/>
    <w:rsid w:val="00DC33EF"/>
    <w:rsid w:val="00DC38FB"/>
    <w:rsid w:val="00DD4A74"/>
    <w:rsid w:val="00DE2B28"/>
    <w:rsid w:val="00DF207D"/>
    <w:rsid w:val="00E05FF2"/>
    <w:rsid w:val="00E13E84"/>
    <w:rsid w:val="00E1438D"/>
    <w:rsid w:val="00E25729"/>
    <w:rsid w:val="00E26493"/>
    <w:rsid w:val="00E370C3"/>
    <w:rsid w:val="00E47932"/>
    <w:rsid w:val="00E66240"/>
    <w:rsid w:val="00EA4AC4"/>
    <w:rsid w:val="00EA7E20"/>
    <w:rsid w:val="00EB603A"/>
    <w:rsid w:val="00ED7096"/>
    <w:rsid w:val="00EE754E"/>
    <w:rsid w:val="00EF0F9B"/>
    <w:rsid w:val="00EF1DF1"/>
    <w:rsid w:val="00EF55B3"/>
    <w:rsid w:val="00F01105"/>
    <w:rsid w:val="00F05EEC"/>
    <w:rsid w:val="00F23AA3"/>
    <w:rsid w:val="00F24999"/>
    <w:rsid w:val="00F26552"/>
    <w:rsid w:val="00F34E84"/>
    <w:rsid w:val="00F4527F"/>
    <w:rsid w:val="00F45445"/>
    <w:rsid w:val="00F540A8"/>
    <w:rsid w:val="00F6027B"/>
    <w:rsid w:val="00FA6475"/>
    <w:rsid w:val="00FB1CDC"/>
    <w:rsid w:val="00FC3F8C"/>
    <w:rsid w:val="00FC46EA"/>
    <w:rsid w:val="00FC6B3E"/>
    <w:rsid w:val="00FC7F59"/>
    <w:rsid w:val="00FE112F"/>
    <w:rsid w:val="00FE2C9C"/>
    <w:rsid w:val="00FF1AA2"/>
    <w:rsid w:val="00FF69B8"/>
    <w:rsid w:val="2445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F3BBF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ramond" w:eastAsiaTheme="minorHAnsi" w:hAnsi="Garamond" w:cstheme="minorBidi"/>
        <w:sz w:val="22"/>
        <w:szCs w:val="22"/>
        <w:lang w:val="da-DK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2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21" w:unhideWhenUsed="1"/>
    <w:lsdException w:name="FollowedHyperlink" w:semiHidden="1" w:uiPriority="21" w:unhideWhenUsed="1"/>
    <w:lsdException w:name="Strong" w:uiPriority="22"/>
    <w:lsdException w:name="Emphasis" w:semiHidden="1" w:uiPriority="1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7D6"/>
    <w:pPr>
      <w:spacing w:after="200" w:line="276" w:lineRule="auto"/>
    </w:pPr>
    <w:rPr>
      <w:rFonts w:ascii="Calibri" w:eastAsia="Calibri" w:hAnsi="Calibri" w:cs="Times New Roman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B3775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Cs/>
      <w:spacing w:val="5"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BF0FDA"/>
    <w:pPr>
      <w:keepNext/>
      <w:keepLines/>
      <w:spacing w:before="280"/>
      <w:contextualSpacing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BF0FDA"/>
    <w:pPr>
      <w:keepNext/>
      <w:keepLines/>
      <w:spacing w:before="280"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BF0FDA"/>
    <w:pPr>
      <w:keepNext/>
      <w:keepLines/>
      <w:spacing w:before="280"/>
      <w:contextualSpacing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146D3D"/>
    <w:rPr>
      <w:sz w:val="16"/>
    </w:rPr>
  </w:style>
  <w:style w:type="paragraph" w:styleId="Sidefod">
    <w:name w:val="footer"/>
    <w:basedOn w:val="Normal"/>
    <w:link w:val="SidefodTegn"/>
    <w:uiPriority w:val="99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99"/>
    <w:rsid w:val="00146D3D"/>
    <w:rPr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B3775"/>
    <w:rPr>
      <w:rFonts w:ascii="Arial" w:eastAsiaTheme="majorEastAsia" w:hAnsi="Arial" w:cstheme="majorBidi"/>
      <w:bCs/>
      <w:spacing w:val="5"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BF0FDA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BF0FDA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BF0FDA"/>
    <w:rPr>
      <w:rFonts w:ascii="Arial" w:eastAsiaTheme="majorEastAsia" w:hAnsi="Arial" w:cstheme="majorBidi"/>
      <w:b/>
      <w:bCs/>
      <w:iCs/>
      <w:spacing w:val="5"/>
      <w:sz w:val="18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3C144F"/>
    <w:pPr>
      <w:spacing w:after="40" w:line="260" w:lineRule="atLeast"/>
      <w:ind w:left="57" w:right="57"/>
      <w:contextualSpacing/>
    </w:pPr>
    <w:rPr>
      <w:rFonts w:ascii="Arial" w:hAnsi="Arial"/>
      <w:b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146D3D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semiHidden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semiHidden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uiPriority w:val="7"/>
    <w:semiHidden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semiHidden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146D3D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4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4"/>
    <w:rsid w:val="00B9508F"/>
  </w:style>
  <w:style w:type="paragraph" w:customStyle="1" w:styleId="Tabel-TekstTotal">
    <w:name w:val="Tabel - Tekst Total"/>
    <w:basedOn w:val="Tabel-KolonneOverskrift"/>
    <w:uiPriority w:val="4"/>
    <w:rsid w:val="00424709"/>
    <w:rPr>
      <w:b/>
    </w:rPr>
  </w:style>
  <w:style w:type="paragraph" w:customStyle="1" w:styleId="Tabel-Tal">
    <w:name w:val="Tabel - Tal"/>
    <w:basedOn w:val="Tabel"/>
    <w:uiPriority w:val="4"/>
    <w:rsid w:val="00893791"/>
    <w:pPr>
      <w:jc w:val="right"/>
    </w:pPr>
  </w:style>
  <w:style w:type="paragraph" w:customStyle="1" w:styleId="Tabel-TalTotal">
    <w:name w:val="Tabel - Tal Total"/>
    <w:basedOn w:val="Tabel-Tal"/>
    <w:uiPriority w:val="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rsid w:val="00B4628F"/>
    <w:pPr>
      <w:spacing w:line="200" w:lineRule="atLeast"/>
    </w:pPr>
    <w:rPr>
      <w:rFonts w:ascii="Arial" w:hAnsi="Arial"/>
      <w:b/>
      <w:sz w:val="18"/>
    </w:rPr>
  </w:style>
  <w:style w:type="paragraph" w:customStyle="1" w:styleId="Template-Dato">
    <w:name w:val="Template - Dato"/>
    <w:basedOn w:val="Hjrespaltetekst"/>
    <w:uiPriority w:val="8"/>
    <w:semiHidden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46D3D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next w:val="Normal"/>
    <w:uiPriority w:val="3"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3"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4"/>
    <w:rsid w:val="00B6504E"/>
    <w:rPr>
      <w:color w:val="FFFFFF" w:themeColor="background1"/>
    </w:rPr>
  </w:style>
  <w:style w:type="paragraph" w:customStyle="1" w:styleId="Tabel-BrdtekstGaramond">
    <w:name w:val="Tabel - Brødtekst (Garamond)"/>
    <w:basedOn w:val="Normal"/>
    <w:uiPriority w:val="4"/>
    <w:rsid w:val="00446687"/>
    <w:pPr>
      <w:spacing w:before="280" w:after="280"/>
      <w:ind w:left="227" w:right="227"/>
      <w:contextualSpacing/>
    </w:pPr>
  </w:style>
  <w:style w:type="table" w:customStyle="1" w:styleId="SKMTabelBl">
    <w:name w:val="SKM  Tabel  Blå"/>
    <w:basedOn w:val="Tabel-Normal"/>
    <w:uiPriority w:val="99"/>
    <w:rsid w:val="00530A82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table" w:customStyle="1" w:styleId="SKMTabelSand">
    <w:name w:val="SKM Tabel Sand"/>
    <w:basedOn w:val="Tabel-Normal"/>
    <w:uiPriority w:val="99"/>
    <w:rsid w:val="000C6781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FBF9F9"/>
    </w:tcPr>
    <w:tblStylePr w:type="firstRow">
      <w:tblPr/>
      <w:tcPr>
        <w:shd w:val="clear" w:color="auto" w:fill="CDBEB4" w:themeFill="accent3"/>
      </w:tcPr>
    </w:tblStylePr>
  </w:style>
  <w:style w:type="paragraph" w:customStyle="1" w:styleId="Tabel-Brdtekstmedafstandptekst">
    <w:name w:val="Tabel - Brødtekst med afstand på tekst"/>
    <w:basedOn w:val="Normal"/>
    <w:uiPriority w:val="4"/>
    <w:rsid w:val="009B2330"/>
    <w:pPr>
      <w:spacing w:before="280" w:after="280"/>
      <w:ind w:left="227" w:right="227"/>
      <w:contextualSpacing/>
    </w:pPr>
  </w:style>
  <w:style w:type="paragraph" w:customStyle="1" w:styleId="Tabel-Brdtekst">
    <w:name w:val="Tabel - Brødtekst"/>
    <w:basedOn w:val="Tabel"/>
    <w:uiPriority w:val="4"/>
    <w:rsid w:val="009B2330"/>
    <w:pPr>
      <w:contextualSpacing/>
    </w:pPr>
  </w:style>
  <w:style w:type="paragraph" w:styleId="Listeafsnit">
    <w:name w:val="List Paragraph"/>
    <w:basedOn w:val="Normal"/>
    <w:uiPriority w:val="34"/>
    <w:qFormat/>
    <w:rsid w:val="006517D6"/>
    <w:pPr>
      <w:ind w:left="720"/>
      <w:contextualSpacing/>
    </w:pPr>
  </w:style>
  <w:style w:type="table" w:customStyle="1" w:styleId="Tabel-Gitter1">
    <w:name w:val="Tabel - Gitter1"/>
    <w:basedOn w:val="Tabel-Normal"/>
    <w:next w:val="Tabel-Gitter"/>
    <w:uiPriority w:val="59"/>
    <w:rsid w:val="003F3B5A"/>
    <w:pPr>
      <w:spacing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F011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a-DK"/>
    </w:rPr>
  </w:style>
  <w:style w:type="character" w:customStyle="1" w:styleId="normaltextrun">
    <w:name w:val="normaltextrun"/>
    <w:basedOn w:val="Standardskrifttypeiafsnit"/>
    <w:rsid w:val="00F01105"/>
  </w:style>
  <w:style w:type="character" w:customStyle="1" w:styleId="eop">
    <w:name w:val="eop"/>
    <w:basedOn w:val="Standardskrifttypeiafsnit"/>
    <w:rsid w:val="00F01105"/>
  </w:style>
  <w:style w:type="character" w:customStyle="1" w:styleId="spellingerror">
    <w:name w:val="spellingerror"/>
    <w:basedOn w:val="Standardskrifttypeiafsnit"/>
    <w:rsid w:val="00F011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9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06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07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13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78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04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36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0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23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89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2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99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31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279749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45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553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43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432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509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174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296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22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395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07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57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88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53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75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06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78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383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3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51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9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251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89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381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989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931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453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64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125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2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77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3962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525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369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93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44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064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62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028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8296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43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57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087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86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557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41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71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996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809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282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1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749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3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67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887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07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176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245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086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044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53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66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62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552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55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35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974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1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142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90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28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734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58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74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98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686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03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76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74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610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400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77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018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63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370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923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75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63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09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631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767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2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75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544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055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950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24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72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562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94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54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68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70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22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79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4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790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43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5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19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359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23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087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660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965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42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71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29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0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20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67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5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20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911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72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99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13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245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37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581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756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10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15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09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15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263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86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3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544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58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373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61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95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813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966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0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50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16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44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86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87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07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2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55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93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331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87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58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07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16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4933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92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79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87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636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49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0876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495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4322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318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76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27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764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97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794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07263\AppData\Roaming\Microsoft\Skabeloner\Notat.dotm" TargetMode="External"/></Relationships>
</file>

<file path=word/theme/theme1.xml><?xml version="1.0" encoding="utf-8"?>
<a:theme xmlns:a="http://schemas.openxmlformats.org/drawingml/2006/main" name="Office Theme">
  <a:themeElements>
    <a:clrScheme name="Spillemyndigheden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CDBEB4"/>
      </a:accent3>
      <a:accent4>
        <a:srgbClr val="E3DCDB"/>
      </a:accent4>
      <a:accent5>
        <a:srgbClr val="96B4DC"/>
      </a:accent5>
      <a:accent6>
        <a:srgbClr val="BED2EB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C9450240BA9F40B4933A19AB22BF28" ma:contentTypeVersion="4" ma:contentTypeDescription="Opret et nyt dokument." ma:contentTypeScope="" ma:versionID="f28e6562d6ab1cc900d0ed01c7ff215d">
  <xsd:schema xmlns:xsd="http://www.w3.org/2001/XMLSchema" xmlns:xs="http://www.w3.org/2001/XMLSchema" xmlns:p="http://schemas.microsoft.com/office/2006/metadata/properties" xmlns:ns2="ad8e0b01-3bd1-470f-b2b0-c2ed8c7d5e05" targetNamespace="http://schemas.microsoft.com/office/2006/metadata/properties" ma:root="true" ma:fieldsID="40606eda2db92cea8583926d19429f98" ns2:_="">
    <xsd:import namespace="ad8e0b01-3bd1-470f-b2b0-c2ed8c7d5e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e0b01-3bd1-470f-b2b0-c2ed8c7d5e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5BBCD9-92C3-496F-B13D-BF04328F45C9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ad8e0b01-3bd1-470f-b2b0-c2ed8c7d5e05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F78C7F3-D704-4FBA-BC22-7DBE5CCC70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8e0b01-3bd1-470f-b2b0-c2ed8c7d5e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EAAF6F-AED9-4CA9-B928-6E86A81118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</Template>
  <TotalTime>0</TotalTime>
  <Pages>2</Pages>
  <Words>204</Words>
  <Characters>1247</Characters>
  <Application>Microsoft Office Word</Application>
  <DocSecurity>0</DocSecurity>
  <Lines>10</Lines>
  <Paragraphs>2</Paragraphs>
  <ScaleCrop>false</ScaleCrop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creator/>
  <cp:lastModifiedBy/>
  <cp:revision>2</cp:revision>
  <dcterms:created xsi:type="dcterms:W3CDTF">2015-02-04T09:52:00Z</dcterms:created>
  <dcterms:modified xsi:type="dcterms:W3CDTF">2022-05-06T10:53:00Z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ContentTypeId">
    <vt:lpwstr>0x0101001EC9450240BA9F40B4933A19AB22BF28</vt:lpwstr>
  </property>
  <property fmtid="{D5CDD505-2E9C-101B-9397-08002B2CF9AE}" pid="4" name="_dlc_DocIdItemGuid">
    <vt:lpwstr>46491218-a04e-472e-8b75-e2bf2d881cc5</vt:lpwstr>
  </property>
  <property fmtid="{D5CDD505-2E9C-101B-9397-08002B2CF9AE}" pid="5" name="Spilområde">
    <vt:lpwstr/>
  </property>
  <property fmtid="{D5CDD505-2E9C-101B-9397-08002B2CF9AE}" pid="6" name="Emneområde">
    <vt:lpwstr/>
  </property>
  <property fmtid="{D5CDD505-2E9C-101B-9397-08002B2CF9AE}" pid="7" name="Forretningsområde">
    <vt:lpwstr/>
  </property>
  <property fmtid="{D5CDD505-2E9C-101B-9397-08002B2CF9AE}" pid="8" name="Navigation">
    <vt:lpwstr/>
  </property>
  <property fmtid="{D5CDD505-2E9C-101B-9397-08002B2CF9AE}" pid="9" name="c4580793a064430d83bbd30c718157a9">
    <vt:lpwstr/>
  </property>
</Properties>
</file>